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E09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C7F3E5" w14:textId="77777777" w:rsidR="006510C3" w:rsidRPr="006510C3" w:rsidRDefault="006510C3" w:rsidP="006510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510C3">
        <w:rPr>
          <w:rFonts w:ascii="Corbel" w:hAnsi="Corbel"/>
          <w:b/>
          <w:smallCaps/>
          <w:sz w:val="24"/>
          <w:szCs w:val="24"/>
        </w:rPr>
        <w:t>SYLABUS</w:t>
      </w:r>
    </w:p>
    <w:p w14:paraId="6CE452A2" w14:textId="77777777" w:rsidR="006510C3" w:rsidRPr="006510C3" w:rsidRDefault="006510C3" w:rsidP="006510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10C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510C3">
        <w:rPr>
          <w:rFonts w:ascii="Corbel" w:hAnsi="Corbel"/>
          <w:i/>
          <w:smallCaps/>
          <w:sz w:val="24"/>
          <w:szCs w:val="24"/>
        </w:rPr>
        <w:t>2020-2022</w:t>
      </w:r>
    </w:p>
    <w:p w14:paraId="0E4304C5" w14:textId="77777777" w:rsidR="006510C3" w:rsidRPr="006510C3" w:rsidRDefault="006510C3" w:rsidP="006510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6510C3">
        <w:rPr>
          <w:rFonts w:ascii="Corbel" w:hAnsi="Corbel"/>
          <w:sz w:val="20"/>
          <w:szCs w:val="20"/>
        </w:rPr>
        <w:tab/>
      </w:r>
      <w:r w:rsidRPr="006510C3">
        <w:rPr>
          <w:rFonts w:ascii="Corbel" w:hAnsi="Corbel"/>
          <w:sz w:val="20"/>
          <w:szCs w:val="20"/>
        </w:rPr>
        <w:tab/>
      </w:r>
      <w:r w:rsidRPr="006510C3">
        <w:rPr>
          <w:rFonts w:ascii="Corbel" w:hAnsi="Corbel"/>
          <w:sz w:val="20"/>
          <w:szCs w:val="20"/>
        </w:rPr>
        <w:tab/>
      </w:r>
      <w:r w:rsidRPr="006510C3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3EE1D6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8FF70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6633"/>
      </w:tblGrid>
      <w:tr w:rsidR="0085747A" w:rsidRPr="009C54AE" w14:paraId="608E1CF7" w14:textId="77777777" w:rsidTr="0024112F">
        <w:tc>
          <w:tcPr>
            <w:tcW w:w="3148" w:type="dxa"/>
            <w:vAlign w:val="center"/>
          </w:tcPr>
          <w:p w14:paraId="7A9865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33" w:type="dxa"/>
            <w:vAlign w:val="center"/>
          </w:tcPr>
          <w:p w14:paraId="43745282" w14:textId="77777777" w:rsidR="0085747A" w:rsidRPr="009C54AE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BE35941" w14:textId="77777777" w:rsidTr="0024112F">
        <w:tc>
          <w:tcPr>
            <w:tcW w:w="3148" w:type="dxa"/>
            <w:vAlign w:val="center"/>
          </w:tcPr>
          <w:p w14:paraId="46FA2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33" w:type="dxa"/>
            <w:vAlign w:val="center"/>
          </w:tcPr>
          <w:p w14:paraId="0555E949" w14:textId="2C5E5FC4" w:rsidR="0085747A" w:rsidRPr="009C54AE" w:rsidRDefault="00101480" w:rsidP="002411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4112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C81DCBB" w14:textId="77777777" w:rsidTr="0024112F">
        <w:tc>
          <w:tcPr>
            <w:tcW w:w="3148" w:type="dxa"/>
            <w:vAlign w:val="center"/>
          </w:tcPr>
          <w:p w14:paraId="6BE3F43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33" w:type="dxa"/>
            <w:vAlign w:val="center"/>
          </w:tcPr>
          <w:p w14:paraId="231DE25D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FEDB12" w14:textId="77777777" w:rsidTr="0024112F">
        <w:tc>
          <w:tcPr>
            <w:tcW w:w="3148" w:type="dxa"/>
            <w:vAlign w:val="center"/>
          </w:tcPr>
          <w:p w14:paraId="2CFDC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33" w:type="dxa"/>
            <w:vAlign w:val="center"/>
          </w:tcPr>
          <w:p w14:paraId="1FEF578F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1F34A9" w14:textId="77777777" w:rsidTr="0024112F">
        <w:tc>
          <w:tcPr>
            <w:tcW w:w="3148" w:type="dxa"/>
            <w:vAlign w:val="center"/>
          </w:tcPr>
          <w:p w14:paraId="3B271E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33" w:type="dxa"/>
            <w:vAlign w:val="center"/>
          </w:tcPr>
          <w:p w14:paraId="66C524BC" w14:textId="318D817D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593FE10" w14:textId="77777777" w:rsidTr="0024112F">
        <w:tc>
          <w:tcPr>
            <w:tcW w:w="3148" w:type="dxa"/>
            <w:vAlign w:val="center"/>
          </w:tcPr>
          <w:p w14:paraId="2C3414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33" w:type="dxa"/>
            <w:vAlign w:val="center"/>
          </w:tcPr>
          <w:p w14:paraId="650756A6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2F9BC58" w14:textId="77777777" w:rsidTr="0024112F">
        <w:tc>
          <w:tcPr>
            <w:tcW w:w="3148" w:type="dxa"/>
            <w:vAlign w:val="center"/>
          </w:tcPr>
          <w:p w14:paraId="79868A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33" w:type="dxa"/>
            <w:vAlign w:val="center"/>
          </w:tcPr>
          <w:p w14:paraId="398B604A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84A010" w14:textId="77777777" w:rsidTr="0024112F">
        <w:tc>
          <w:tcPr>
            <w:tcW w:w="3148" w:type="dxa"/>
            <w:vAlign w:val="center"/>
          </w:tcPr>
          <w:p w14:paraId="31BB3E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33" w:type="dxa"/>
            <w:vAlign w:val="center"/>
          </w:tcPr>
          <w:p w14:paraId="774880DD" w14:textId="608BB6FF" w:rsidR="0085747A" w:rsidRPr="009C54AE" w:rsidRDefault="00241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0B3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DF904E" w14:textId="77777777" w:rsidTr="0024112F">
        <w:tc>
          <w:tcPr>
            <w:tcW w:w="3148" w:type="dxa"/>
            <w:vAlign w:val="center"/>
          </w:tcPr>
          <w:p w14:paraId="01FD50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633" w:type="dxa"/>
            <w:vAlign w:val="center"/>
          </w:tcPr>
          <w:p w14:paraId="6E00F5B8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EA1D221" w14:textId="77777777" w:rsidTr="0024112F">
        <w:tc>
          <w:tcPr>
            <w:tcW w:w="3148" w:type="dxa"/>
            <w:vAlign w:val="center"/>
          </w:tcPr>
          <w:p w14:paraId="5CAFBF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33" w:type="dxa"/>
            <w:vAlign w:val="center"/>
          </w:tcPr>
          <w:p w14:paraId="5D52700F" w14:textId="0AFA3B15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9C2F1F8" w14:textId="77777777" w:rsidTr="0024112F">
        <w:tc>
          <w:tcPr>
            <w:tcW w:w="3148" w:type="dxa"/>
            <w:vAlign w:val="center"/>
          </w:tcPr>
          <w:p w14:paraId="61071E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33" w:type="dxa"/>
            <w:vAlign w:val="center"/>
          </w:tcPr>
          <w:p w14:paraId="6922091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42E62B4" w14:textId="77777777" w:rsidTr="0024112F">
        <w:tc>
          <w:tcPr>
            <w:tcW w:w="3148" w:type="dxa"/>
            <w:vAlign w:val="center"/>
          </w:tcPr>
          <w:p w14:paraId="26C9A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33" w:type="dxa"/>
            <w:vAlign w:val="center"/>
          </w:tcPr>
          <w:p w14:paraId="22647D79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719FCDE8" w14:textId="77777777" w:rsidTr="0024112F">
        <w:tc>
          <w:tcPr>
            <w:tcW w:w="3148" w:type="dxa"/>
            <w:vAlign w:val="center"/>
          </w:tcPr>
          <w:p w14:paraId="028D3B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33" w:type="dxa"/>
            <w:vAlign w:val="center"/>
          </w:tcPr>
          <w:p w14:paraId="7F2CB8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AAB3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431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B1E2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3964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49BE80" w14:textId="77777777" w:rsidTr="000877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94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01A5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F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B0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F8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00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3E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BF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6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AB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A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0993B2" w14:textId="77777777" w:rsidTr="000877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8CA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A3A1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0D9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12E0" w14:textId="79639272" w:rsidR="00015B8F" w:rsidRPr="009C54AE" w:rsidRDefault="002411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DFC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6185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544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A567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0FC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F0FB" w14:textId="77777777" w:rsidR="00015B8F" w:rsidRPr="009C54AE" w:rsidRDefault="00635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D5C4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CF02D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ABA2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76B6A7" w14:textId="77777777" w:rsidR="0085747A" w:rsidRPr="009C54AE" w:rsidRDefault="00FE3C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4A24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6F1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AD14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04A6EBA" w14:textId="3C21EEC4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868D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59710" w14:textId="77777777" w:rsidTr="00745302">
        <w:tc>
          <w:tcPr>
            <w:tcW w:w="9670" w:type="dxa"/>
          </w:tcPr>
          <w:p w14:paraId="4EE83BA9" w14:textId="01C534CA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</w:p>
        </w:tc>
      </w:tr>
    </w:tbl>
    <w:p w14:paraId="0EC124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DF9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7A8A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AF3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C1A0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BD2000" w14:textId="77777777" w:rsidTr="00923D7D">
        <w:tc>
          <w:tcPr>
            <w:tcW w:w="851" w:type="dxa"/>
            <w:vAlign w:val="center"/>
          </w:tcPr>
          <w:p w14:paraId="1E243F8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A5C680" w14:textId="77777777" w:rsidR="0085747A" w:rsidRPr="00492B52" w:rsidRDefault="00A811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090B9DEF" w14:textId="77777777" w:rsidTr="00923D7D">
        <w:tc>
          <w:tcPr>
            <w:tcW w:w="851" w:type="dxa"/>
            <w:vAlign w:val="center"/>
          </w:tcPr>
          <w:p w14:paraId="03817173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EA0D44" w14:textId="77777777" w:rsidR="0085747A" w:rsidRPr="009C54AE" w:rsidRDefault="001711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C185F86" w14:textId="77777777" w:rsidTr="00923D7D">
        <w:tc>
          <w:tcPr>
            <w:tcW w:w="851" w:type="dxa"/>
            <w:vAlign w:val="center"/>
          </w:tcPr>
          <w:p w14:paraId="1DB67E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100EE5" w14:textId="77777777" w:rsidR="0085747A" w:rsidRPr="00492B52" w:rsidRDefault="00C07E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7E158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29D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EFF7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7A85521" w14:textId="77777777" w:rsidTr="0071620A">
        <w:tc>
          <w:tcPr>
            <w:tcW w:w="1701" w:type="dxa"/>
            <w:vAlign w:val="center"/>
          </w:tcPr>
          <w:p w14:paraId="05E3EF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6AD1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ECCE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5A3E3A" w14:textId="77777777" w:rsidTr="005E6E85">
        <w:tc>
          <w:tcPr>
            <w:tcW w:w="1701" w:type="dxa"/>
          </w:tcPr>
          <w:p w14:paraId="0FD6BF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7CD27C" w14:textId="77777777" w:rsidR="0085747A" w:rsidRPr="003C3E69" w:rsidRDefault="003C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73" w:type="dxa"/>
          </w:tcPr>
          <w:p w14:paraId="1BA3C2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4620F8A6" w14:textId="77777777" w:rsidTr="005E6E85">
        <w:tc>
          <w:tcPr>
            <w:tcW w:w="1701" w:type="dxa"/>
          </w:tcPr>
          <w:p w14:paraId="45122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94B8F9" w14:textId="77777777" w:rsidR="0085747A" w:rsidRPr="009C54AE" w:rsidRDefault="00C56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do budowania innowacyjnych </w:t>
            </w:r>
            <w:proofErr w:type="spellStart"/>
            <w:r w:rsidR="00F7395A">
              <w:rPr>
                <w:rFonts w:ascii="Corbel" w:hAnsi="Corbel"/>
                <w:b w:val="0"/>
                <w:smallCaps w:val="0"/>
                <w:szCs w:val="24"/>
              </w:rPr>
              <w:t>innowacyjnych</w:t>
            </w:r>
            <w:proofErr w:type="spellEnd"/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 rozwiązań w obszarze działań społecznych</w:t>
            </w:r>
          </w:p>
        </w:tc>
        <w:tc>
          <w:tcPr>
            <w:tcW w:w="1873" w:type="dxa"/>
          </w:tcPr>
          <w:p w14:paraId="15890F69" w14:textId="432E1B74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0CA10379" w14:textId="77777777" w:rsidTr="005E6E85">
        <w:tc>
          <w:tcPr>
            <w:tcW w:w="1701" w:type="dxa"/>
          </w:tcPr>
          <w:p w14:paraId="79EFD9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01747A93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C8EFC64" w14:textId="77777777" w:rsidR="002A4177" w:rsidRPr="009C54AE" w:rsidRDefault="007D1D1F" w:rsidP="00493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 , która umożliwia mu 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 , umożliwiających działanie w trudnych i nieprzewidywalnych warunkach oraz możliwości negocjacyjne</w:t>
            </w:r>
          </w:p>
        </w:tc>
        <w:tc>
          <w:tcPr>
            <w:tcW w:w="1873" w:type="dxa"/>
          </w:tcPr>
          <w:p w14:paraId="447581D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6B03D220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0EF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A9C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A05AD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9EFC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F09FE" w14:textId="77777777" w:rsidTr="00923D7D">
        <w:tc>
          <w:tcPr>
            <w:tcW w:w="9639" w:type="dxa"/>
          </w:tcPr>
          <w:p w14:paraId="480080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F63606" w14:textId="77777777" w:rsidTr="00923D7D">
        <w:tc>
          <w:tcPr>
            <w:tcW w:w="9639" w:type="dxa"/>
          </w:tcPr>
          <w:p w14:paraId="170F45D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E81BC9B" w14:textId="77777777" w:rsidTr="00923D7D">
        <w:tc>
          <w:tcPr>
            <w:tcW w:w="9639" w:type="dxa"/>
          </w:tcPr>
          <w:p w14:paraId="638348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0C30F80" w14:textId="77777777" w:rsidTr="00923D7D">
        <w:tc>
          <w:tcPr>
            <w:tcW w:w="9639" w:type="dxa"/>
          </w:tcPr>
          <w:p w14:paraId="122D5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36A0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C6A9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60DA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9A3D68" w14:textId="77777777" w:rsidTr="00923D7D">
        <w:tc>
          <w:tcPr>
            <w:tcW w:w="9639" w:type="dxa"/>
          </w:tcPr>
          <w:p w14:paraId="36A7920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68C0BF" w14:textId="77777777" w:rsidTr="00923D7D">
        <w:tc>
          <w:tcPr>
            <w:tcW w:w="9639" w:type="dxa"/>
          </w:tcPr>
          <w:p w14:paraId="1932AC54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09DB6C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3D338DF5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7DD9D408" w14:textId="77777777" w:rsidR="00AE6C99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A8238E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48573E02" w14:textId="77777777" w:rsidTr="00923D7D">
        <w:tc>
          <w:tcPr>
            <w:tcW w:w="9639" w:type="dxa"/>
          </w:tcPr>
          <w:p w14:paraId="2EB74823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opiece nad człowiekiem przewlekle chorym</w:t>
            </w:r>
          </w:p>
        </w:tc>
      </w:tr>
      <w:tr w:rsidR="0085747A" w:rsidRPr="009C54AE" w14:paraId="57970215" w14:textId="77777777" w:rsidTr="00923D7D">
        <w:tc>
          <w:tcPr>
            <w:tcW w:w="9639" w:type="dxa"/>
          </w:tcPr>
          <w:p w14:paraId="55F29DA7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Socjologiczne konsekwencje chorób przewlekłych , niepełnosprawności i starości</w:t>
            </w:r>
          </w:p>
        </w:tc>
      </w:tr>
    </w:tbl>
    <w:p w14:paraId="5737C77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EC8A16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7A1D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030DC" w14:textId="77777777" w:rsidR="006B3929" w:rsidRPr="00153C41" w:rsidRDefault="00153C41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6B3929">
        <w:rPr>
          <w:rFonts w:ascii="Corbel" w:hAnsi="Corbel"/>
          <w:sz w:val="20"/>
          <w:szCs w:val="20"/>
        </w:rPr>
        <w:t>analiza tekstów z dyskusją,  praca w grupach</w:t>
      </w:r>
    </w:p>
    <w:p w14:paraId="58BE90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C5E5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F803B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26F6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69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66097C47" w14:textId="77777777" w:rsidTr="00C05F44">
        <w:tc>
          <w:tcPr>
            <w:tcW w:w="1985" w:type="dxa"/>
            <w:vAlign w:val="center"/>
          </w:tcPr>
          <w:p w14:paraId="457111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B56A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068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65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689A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8DFFE0" w14:textId="77777777" w:rsidTr="00C05F44">
        <w:tc>
          <w:tcPr>
            <w:tcW w:w="1985" w:type="dxa"/>
          </w:tcPr>
          <w:p w14:paraId="14F19C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1C9C4A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A484F9" w14:textId="77777777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</w:tc>
      </w:tr>
      <w:tr w:rsidR="0085747A" w:rsidRPr="009C54AE" w14:paraId="20AE7F45" w14:textId="77777777" w:rsidTr="00C05F44">
        <w:tc>
          <w:tcPr>
            <w:tcW w:w="1985" w:type="dxa"/>
          </w:tcPr>
          <w:p w14:paraId="449E0F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7ED082EF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3C00C3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38F60F15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52AD7517" w14:textId="77777777" w:rsidR="0085747A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  <w:p w14:paraId="6371D2BD" w14:textId="77777777" w:rsidR="00D43157" w:rsidRPr="009C54AE" w:rsidRDefault="00D431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1552F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A7C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8A33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5933D" w14:textId="77777777" w:rsidTr="00923D7D">
        <w:tc>
          <w:tcPr>
            <w:tcW w:w="9670" w:type="dxa"/>
          </w:tcPr>
          <w:p w14:paraId="17F2FB60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FA23D8E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6E206CD1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FB6DE8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04B451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14A184BF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136E5CD2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BEB981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68358B5B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69301153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7ABE6F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C71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4DF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665292BE" w14:textId="77777777" w:rsidTr="003E1941">
        <w:tc>
          <w:tcPr>
            <w:tcW w:w="4962" w:type="dxa"/>
            <w:vAlign w:val="center"/>
          </w:tcPr>
          <w:p w14:paraId="68A11A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6FC7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50DE9" w14:textId="77777777" w:rsidTr="00923D7D">
        <w:tc>
          <w:tcPr>
            <w:tcW w:w="4962" w:type="dxa"/>
          </w:tcPr>
          <w:p w14:paraId="08D464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292E60" w14:textId="6CEE0339" w:rsidR="0085747A" w:rsidRPr="009C54AE" w:rsidRDefault="002411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577A0B" w14:textId="77777777" w:rsidTr="00923D7D">
        <w:tc>
          <w:tcPr>
            <w:tcW w:w="4962" w:type="dxa"/>
          </w:tcPr>
          <w:p w14:paraId="2B539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1295F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4FAAC7" w14:textId="77777777"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C34A88" w14:textId="77777777" w:rsidTr="00923D7D">
        <w:tc>
          <w:tcPr>
            <w:tcW w:w="4962" w:type="dxa"/>
          </w:tcPr>
          <w:p w14:paraId="33E8A3ED" w14:textId="0586E88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7EE59648" w14:textId="3C5FAA9A" w:rsidR="00C61DC5" w:rsidRPr="009C54AE" w:rsidRDefault="002411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25FE9B47" w14:textId="77777777" w:rsidTr="00923D7D">
        <w:tc>
          <w:tcPr>
            <w:tcW w:w="4962" w:type="dxa"/>
          </w:tcPr>
          <w:p w14:paraId="070F1F5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247EF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AD59DB5" w14:textId="77777777" w:rsidTr="00923D7D">
        <w:tc>
          <w:tcPr>
            <w:tcW w:w="4962" w:type="dxa"/>
          </w:tcPr>
          <w:p w14:paraId="3397CB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1676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1017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6AEE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973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DC6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85747A" w:rsidRPr="009C54AE" w14:paraId="3665D5A2" w14:textId="77777777" w:rsidTr="000456B6">
        <w:trPr>
          <w:trHeight w:val="397"/>
        </w:trPr>
        <w:tc>
          <w:tcPr>
            <w:tcW w:w="4366" w:type="dxa"/>
          </w:tcPr>
          <w:p w14:paraId="4CAA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AC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FEAD57" w14:textId="77777777" w:rsidTr="000456B6">
        <w:trPr>
          <w:trHeight w:val="397"/>
        </w:trPr>
        <w:tc>
          <w:tcPr>
            <w:tcW w:w="4366" w:type="dxa"/>
          </w:tcPr>
          <w:p w14:paraId="7BC180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73D6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CD9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BE570" w14:textId="346F62A4" w:rsidR="0085747A" w:rsidRDefault="00675843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27EC12" w14:textId="77777777" w:rsidR="001F740A" w:rsidRPr="001F740A" w:rsidRDefault="001F740A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40A" w:rsidRPr="0074273B" w14:paraId="67F4B338" w14:textId="77777777" w:rsidTr="00845800">
        <w:trPr>
          <w:trHeight w:val="397"/>
        </w:trPr>
        <w:tc>
          <w:tcPr>
            <w:tcW w:w="9923" w:type="dxa"/>
          </w:tcPr>
          <w:p w14:paraId="56850788" w14:textId="77777777" w:rsidR="001F740A" w:rsidRDefault="001F740A" w:rsidP="0084580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7EDFA5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>
              <w:rPr>
                <w:rFonts w:ascii="Corbel" w:hAnsi="Corbel" w:cstheme="minorHAnsi"/>
              </w:rPr>
              <w:t xml:space="preserve">, </w:t>
            </w:r>
            <w:r w:rsidRPr="00803E91">
              <w:rPr>
                <w:rFonts w:ascii="Corbel" w:hAnsi="Corbel" w:cstheme="minorHAnsi"/>
              </w:rPr>
              <w:t>A.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(2004).</w:t>
            </w:r>
            <w:r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Socjologia.</w:t>
            </w:r>
            <w:r>
              <w:rPr>
                <w:rFonts w:ascii="Corbel" w:hAnsi="Corbel" w:cstheme="minorHAnsi"/>
              </w:rPr>
              <w:t xml:space="preserve"> Warszawa: Wydawnictwo Naukowe </w:t>
            </w:r>
            <w:r w:rsidRPr="00803E91">
              <w:rPr>
                <w:rFonts w:ascii="Corbel" w:hAnsi="Corbel" w:cstheme="minorHAnsi"/>
              </w:rPr>
              <w:t>PWN</w:t>
            </w:r>
            <w:r>
              <w:rPr>
                <w:rFonts w:ascii="Corbel" w:hAnsi="Corbel" w:cstheme="minorHAnsi"/>
              </w:rPr>
              <w:t>.</w:t>
            </w:r>
          </w:p>
          <w:p w14:paraId="4656A4B8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>
              <w:rPr>
                <w:rFonts w:ascii="Corbel" w:hAnsi="Corbel" w:cstheme="minorHAnsi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</w:rPr>
              <w:t>Makmed</w:t>
            </w:r>
            <w:proofErr w:type="spellEnd"/>
            <w:r>
              <w:rPr>
                <w:rFonts w:ascii="Corbel" w:hAnsi="Corbel" w:cstheme="minorHAnsi"/>
              </w:rPr>
              <w:t>.</w:t>
            </w:r>
          </w:p>
          <w:p w14:paraId="04F9F047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03838793" w14:textId="77777777" w:rsidR="001F740A" w:rsidRPr="0074273B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(2016). 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</w:rPr>
              <w:t xml:space="preserve"> 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1F740A" w:rsidRPr="0074273B" w14:paraId="10C22E7A" w14:textId="77777777" w:rsidTr="00845800">
        <w:trPr>
          <w:trHeight w:val="397"/>
        </w:trPr>
        <w:tc>
          <w:tcPr>
            <w:tcW w:w="9923" w:type="dxa"/>
          </w:tcPr>
          <w:p w14:paraId="318C5A9D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273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07D08C2" w14:textId="77777777" w:rsidR="001F740A" w:rsidRPr="009170F1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07C5DE82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V.Tanaś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W.Welskop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>
              <w:rPr>
                <w:rFonts w:eastAsia="Times New Roman" w:cstheme="minorHAnsi"/>
              </w:rPr>
              <w:t xml:space="preserve"> </w:t>
            </w:r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4CF5E795" w14:textId="1B5CAFBE" w:rsidR="001F740A" w:rsidRPr="0074273B" w:rsidRDefault="001F740A" w:rsidP="008458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</w:t>
            </w:r>
            <w:r w:rsidR="007A45F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</w:t>
            </w:r>
            <w:proofErr w:type="spellEnd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, A.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proofErr w:type="spellEnd"/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5FCDF0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2C2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94187" w14:textId="77777777" w:rsidR="009A019C" w:rsidRDefault="009A019C" w:rsidP="00C16ABF">
      <w:pPr>
        <w:spacing w:after="0" w:line="240" w:lineRule="auto"/>
      </w:pPr>
      <w:r>
        <w:separator/>
      </w:r>
    </w:p>
  </w:endnote>
  <w:endnote w:type="continuationSeparator" w:id="0">
    <w:p w14:paraId="54F8B114" w14:textId="77777777" w:rsidR="009A019C" w:rsidRDefault="009A01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0BE30" w14:textId="77777777" w:rsidR="009A019C" w:rsidRDefault="009A019C" w:rsidP="00C16ABF">
      <w:pPr>
        <w:spacing w:after="0" w:line="240" w:lineRule="auto"/>
      </w:pPr>
      <w:r>
        <w:separator/>
      </w:r>
    </w:p>
  </w:footnote>
  <w:footnote w:type="continuationSeparator" w:id="0">
    <w:p w14:paraId="3DF23C02" w14:textId="77777777" w:rsidR="009A019C" w:rsidRDefault="009A019C" w:rsidP="00C16ABF">
      <w:pPr>
        <w:spacing w:after="0" w:line="240" w:lineRule="auto"/>
      </w:pPr>
      <w:r>
        <w:continuationSeparator/>
      </w:r>
    </w:p>
  </w:footnote>
  <w:footnote w:id="1">
    <w:p w14:paraId="4A8EB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C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60D66"/>
    <w:rsid w:val="001640A7"/>
    <w:rsid w:val="00164FA7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F2CA2"/>
    <w:rsid w:val="001F2CA4"/>
    <w:rsid w:val="001F740A"/>
    <w:rsid w:val="002144C0"/>
    <w:rsid w:val="0022477D"/>
    <w:rsid w:val="002278A9"/>
    <w:rsid w:val="002336F9"/>
    <w:rsid w:val="00233AD9"/>
    <w:rsid w:val="0024028F"/>
    <w:rsid w:val="0024112F"/>
    <w:rsid w:val="0024252A"/>
    <w:rsid w:val="00244ABC"/>
    <w:rsid w:val="002654E6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5D97"/>
    <w:rsid w:val="002D3375"/>
    <w:rsid w:val="002D73D4"/>
    <w:rsid w:val="002E61A4"/>
    <w:rsid w:val="002F02A3"/>
    <w:rsid w:val="002F4ABE"/>
    <w:rsid w:val="002F524E"/>
    <w:rsid w:val="003018BA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72EC8"/>
    <w:rsid w:val="0037705F"/>
    <w:rsid w:val="0039782E"/>
    <w:rsid w:val="003A0A5B"/>
    <w:rsid w:val="003A1176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1029B"/>
    <w:rsid w:val="00617230"/>
    <w:rsid w:val="00621CE1"/>
    <w:rsid w:val="00627FC9"/>
    <w:rsid w:val="00632FE8"/>
    <w:rsid w:val="00633E74"/>
    <w:rsid w:val="0063563B"/>
    <w:rsid w:val="00644F0C"/>
    <w:rsid w:val="00647FA8"/>
    <w:rsid w:val="00650C5F"/>
    <w:rsid w:val="006510C3"/>
    <w:rsid w:val="00654934"/>
    <w:rsid w:val="006620D9"/>
    <w:rsid w:val="00671132"/>
    <w:rsid w:val="00671958"/>
    <w:rsid w:val="00675843"/>
    <w:rsid w:val="00685AAB"/>
    <w:rsid w:val="00693DDF"/>
    <w:rsid w:val="00696477"/>
    <w:rsid w:val="006A5D40"/>
    <w:rsid w:val="006B3929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45F2"/>
    <w:rsid w:val="007A6E6E"/>
    <w:rsid w:val="007B0D72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20F45"/>
    <w:rsid w:val="00923D7D"/>
    <w:rsid w:val="009508DF"/>
    <w:rsid w:val="00950DAC"/>
    <w:rsid w:val="00954A07"/>
    <w:rsid w:val="00993C76"/>
    <w:rsid w:val="00997F14"/>
    <w:rsid w:val="009A019C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40EDD"/>
    <w:rsid w:val="00A42136"/>
    <w:rsid w:val="00A43BF6"/>
    <w:rsid w:val="00A53FA5"/>
    <w:rsid w:val="00A54817"/>
    <w:rsid w:val="00A601C8"/>
    <w:rsid w:val="00A60799"/>
    <w:rsid w:val="00A73EBF"/>
    <w:rsid w:val="00A8119E"/>
    <w:rsid w:val="00A81FF6"/>
    <w:rsid w:val="00A84C85"/>
    <w:rsid w:val="00A97DE1"/>
    <w:rsid w:val="00AB053C"/>
    <w:rsid w:val="00AD1146"/>
    <w:rsid w:val="00AD27D3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2C41"/>
    <w:rsid w:val="00BF769D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4B98"/>
    <w:rsid w:val="00CA2B96"/>
    <w:rsid w:val="00CA5089"/>
    <w:rsid w:val="00CA6E7D"/>
    <w:rsid w:val="00CD6897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A2114"/>
    <w:rsid w:val="00DE09C0"/>
    <w:rsid w:val="00DE4A14"/>
    <w:rsid w:val="00DF320D"/>
    <w:rsid w:val="00DF71C8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2074"/>
    <w:rsid w:val="00EA4832"/>
    <w:rsid w:val="00EA4E9D"/>
    <w:rsid w:val="00EC080E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568EC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4B2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5645DA-EDB0-494D-B90D-F1AB9E05D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5B005-FEAA-42A9-85C9-BC2CFF53A0A4}"/>
</file>

<file path=customXml/itemProps3.xml><?xml version="1.0" encoding="utf-8"?>
<ds:datastoreItem xmlns:ds="http://schemas.openxmlformats.org/officeDocument/2006/customXml" ds:itemID="{B953F956-692D-46C9-8EE6-5B70B09C6910}"/>
</file>

<file path=customXml/itemProps4.xml><?xml version="1.0" encoding="utf-8"?>
<ds:datastoreItem xmlns:ds="http://schemas.openxmlformats.org/officeDocument/2006/customXml" ds:itemID="{69572A4B-29D0-4A93-96B0-667A4F76D44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2019-07-16T08:20:00Z</cp:lastPrinted>
  <dcterms:created xsi:type="dcterms:W3CDTF">2021-09-30T20:38:00Z</dcterms:created>
  <dcterms:modified xsi:type="dcterms:W3CDTF">2021-10-02T13:05:00Z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